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439E675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4A656A">
        <w:rPr>
          <w:rStyle w:val="Strong"/>
          <w:rFonts w:asciiTheme="minorHAnsi" w:hAnsiTheme="minorHAnsi" w:cstheme="minorHAnsi"/>
          <w:lang w:val="en-GB"/>
        </w:rPr>
        <w:t>27-G006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4A656A">
        <w:rPr>
          <w:rStyle w:val="Strong"/>
          <w:rFonts w:asciiTheme="minorHAnsi" w:hAnsiTheme="minorHAnsi" w:cstheme="minorHAnsi"/>
          <w:lang w:val="en-GB"/>
        </w:rPr>
        <w:t>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0710C066" w14:textId="0977D3AF" w:rsidR="00B0293A" w:rsidRPr="00532E97" w:rsidRDefault="00A015E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1C02F7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1C02F7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4D9567D4" w14:textId="77777777" w:rsidTr="00F9710B">
        <w:tc>
          <w:tcPr>
            <w:tcW w:w="4673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5089B299" w14:textId="15479C58" w:rsidR="00B0293A" w:rsidRPr="00CB6DDC" w:rsidRDefault="004A656A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A015EF">
              <w:rPr>
                <w:rFonts w:ascii="Calibri" w:hAnsi="Calibri"/>
                <w:szCs w:val="20"/>
              </w:rPr>
              <w:t>2</w:t>
            </w:r>
            <w:r w:rsidR="00FD2C94" w:rsidRPr="00175E8B">
              <w:rPr>
                <w:rFonts w:ascii="Calibri" w:hAnsi="Calibri"/>
                <w:szCs w:val="20"/>
              </w:rPr>
              <w:t>/09/25</w:t>
            </w:r>
          </w:p>
        </w:tc>
      </w:tr>
      <w:tr w:rsidR="00B0293A" w:rsidRPr="00A33618" w14:paraId="2E8E3BDC" w14:textId="77777777" w:rsidTr="00F9710B">
        <w:tc>
          <w:tcPr>
            <w:tcW w:w="4673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4B0F8C82" w14:textId="44014A0D" w:rsidR="00B0293A" w:rsidRPr="00251A4B" w:rsidRDefault="00175E8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A015EF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/09/25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vAlign w:val="center"/>
          </w:tcPr>
          <w:p w14:paraId="4DDD48BC" w14:textId="2E8CB1B6" w:rsidR="00B0293A" w:rsidRPr="00CB6DDC" w:rsidRDefault="004A656A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A015EF">
              <w:rPr>
                <w:rFonts w:ascii="Calibri" w:hAnsi="Calibri"/>
                <w:szCs w:val="20"/>
              </w:rPr>
              <w:t>3</w:t>
            </w:r>
            <w:r w:rsidR="00064D76" w:rsidRPr="00064D76">
              <w:rPr>
                <w:rFonts w:ascii="Calibri" w:hAnsi="Calibri"/>
                <w:szCs w:val="20"/>
              </w:rPr>
              <w:t>/09/25</w:t>
            </w:r>
            <w:r w:rsidR="007304D0">
              <w:rPr>
                <w:rFonts w:ascii="Calibri" w:hAnsi="Calibri"/>
                <w:szCs w:val="20"/>
              </w:rPr>
              <w:t>, 5pm Tarawa time</w:t>
            </w:r>
          </w:p>
        </w:tc>
      </w:tr>
      <w:tr w:rsidR="00B0293A" w:rsidRPr="00A33618" w14:paraId="1D91F0FB" w14:textId="77777777" w:rsidTr="00F9710B">
        <w:tc>
          <w:tcPr>
            <w:tcW w:w="4673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E8CE09F" w14:textId="20847652" w:rsidR="00175E8B" w:rsidRPr="00532E97" w:rsidRDefault="00A015E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06</w:t>
            </w:r>
            <w:r w:rsidR="00175E8B">
              <w:rPr>
                <w:rFonts w:ascii="Calibri" w:hAnsi="Calibri"/>
                <w:szCs w:val="20"/>
              </w:rPr>
              <w:t>/</w:t>
            </w:r>
            <w:r w:rsidR="004A656A">
              <w:rPr>
                <w:rFonts w:ascii="Calibri" w:hAnsi="Calibri"/>
                <w:szCs w:val="20"/>
              </w:rPr>
              <w:t>1</w:t>
            </w:r>
            <w:r w:rsidR="00175E8B">
              <w:rPr>
                <w:rFonts w:ascii="Calibri" w:hAnsi="Calibri"/>
                <w:szCs w:val="20"/>
              </w:rPr>
              <w:t>0/25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vAlign w:val="center"/>
          </w:tcPr>
          <w:p w14:paraId="1449178D" w14:textId="1F4E545F" w:rsidR="00B0293A" w:rsidRPr="00532E97" w:rsidRDefault="00A015E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542E21">
              <w:rPr>
                <w:rFonts w:ascii="Calibri" w:hAnsi="Calibri"/>
                <w:szCs w:val="20"/>
              </w:rPr>
              <w:t>/10/25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02ADCA74" w14:textId="3FD9A92A" w:rsidR="00B0293A" w:rsidRPr="00532E97" w:rsidRDefault="00A015E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542E21">
              <w:rPr>
                <w:rFonts w:ascii="Calibri" w:hAnsi="Calibri"/>
                <w:szCs w:val="20"/>
              </w:rPr>
              <w:t>/10/25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vAlign w:val="center"/>
          </w:tcPr>
          <w:p w14:paraId="6783A509" w14:textId="7C79B5AE" w:rsidR="00B0293A" w:rsidRPr="00532E97" w:rsidRDefault="00A015E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542E21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0</w:t>
            </w:r>
            <w:r w:rsidR="00542E21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vAlign w:val="center"/>
          </w:tcPr>
          <w:p w14:paraId="48C3B234" w14:textId="21FB724F" w:rsidR="00B0293A" w:rsidRPr="00532E97" w:rsidRDefault="00A015E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8F7F36">
              <w:rPr>
                <w:rFonts w:ascii="Calibri" w:hAnsi="Calibri"/>
                <w:szCs w:val="20"/>
              </w:rPr>
              <w:t>/1</w:t>
            </w:r>
            <w:r>
              <w:rPr>
                <w:rFonts w:ascii="Calibri" w:hAnsi="Calibri"/>
                <w:szCs w:val="20"/>
              </w:rPr>
              <w:t>0</w:t>
            </w:r>
            <w:r w:rsidR="008F7F36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3FD90" w14:textId="77777777" w:rsidR="000B75E0" w:rsidRDefault="000B75E0">
      <w:r>
        <w:separator/>
      </w:r>
    </w:p>
  </w:endnote>
  <w:endnote w:type="continuationSeparator" w:id="0">
    <w:p w14:paraId="7D2A22B2" w14:textId="77777777" w:rsidR="000B75E0" w:rsidRDefault="000B75E0">
      <w:r>
        <w:continuationSeparator/>
      </w:r>
    </w:p>
  </w:endnote>
  <w:endnote w:type="continuationNotice" w:id="1">
    <w:p w14:paraId="1931DCB6" w14:textId="77777777" w:rsidR="000B75E0" w:rsidRDefault="000B75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34035C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015EF">
      <w:rPr>
        <w:noProof/>
      </w:rPr>
      <w:t>2025-08-28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6148" w14:textId="77777777" w:rsidR="000B75E0" w:rsidRDefault="000B75E0">
      <w:r>
        <w:separator/>
      </w:r>
    </w:p>
  </w:footnote>
  <w:footnote w:type="continuationSeparator" w:id="0">
    <w:p w14:paraId="344ECE01" w14:textId="77777777" w:rsidR="000B75E0" w:rsidRDefault="000B75E0">
      <w:r>
        <w:continuationSeparator/>
      </w:r>
    </w:p>
  </w:footnote>
  <w:footnote w:type="continuationNotice" w:id="1">
    <w:p w14:paraId="4A7F0BB5" w14:textId="77777777" w:rsidR="000B75E0" w:rsidRDefault="000B75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033B03F2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888584">
    <w:abstractNumId w:val="1"/>
  </w:num>
  <w:num w:numId="2" w16cid:durableId="1123692313">
    <w:abstractNumId w:val="10"/>
  </w:num>
  <w:num w:numId="3" w16cid:durableId="214316592">
    <w:abstractNumId w:val="11"/>
  </w:num>
  <w:num w:numId="4" w16cid:durableId="591936075">
    <w:abstractNumId w:val="4"/>
  </w:num>
  <w:num w:numId="5" w16cid:durableId="1962689415">
    <w:abstractNumId w:val="3"/>
  </w:num>
  <w:num w:numId="6" w16cid:durableId="1705399145">
    <w:abstractNumId w:val="7"/>
  </w:num>
  <w:num w:numId="7" w16cid:durableId="684677702">
    <w:abstractNumId w:val="5"/>
  </w:num>
  <w:num w:numId="8" w16cid:durableId="434982005">
    <w:abstractNumId w:val="9"/>
  </w:num>
  <w:num w:numId="9" w16cid:durableId="1545294539">
    <w:abstractNumId w:val="0"/>
  </w:num>
  <w:num w:numId="10" w16cid:durableId="378559087">
    <w:abstractNumId w:val="8"/>
  </w:num>
  <w:num w:numId="11" w16cid:durableId="670377477">
    <w:abstractNumId w:val="2"/>
  </w:num>
  <w:num w:numId="12" w16cid:durableId="135472268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D76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B75E0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5E8B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02F7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548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3A9A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656A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2E21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6F78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4D0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223D"/>
    <w:rsid w:val="00763283"/>
    <w:rsid w:val="00764104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8F7F36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5EF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6E2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808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5922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58F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2C94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16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14</cp:revision>
  <cp:lastPrinted>2013-10-18T08:32:00Z</cp:lastPrinted>
  <dcterms:created xsi:type="dcterms:W3CDTF">2020-07-06T12:32:00Z</dcterms:created>
  <dcterms:modified xsi:type="dcterms:W3CDTF">2025-08-28T03:57:00Z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